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C375D6" w14:textId="4C781454" w:rsidR="0085747A" w:rsidRDefault="0071620A" w:rsidP="00851A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1A39">
        <w:rPr>
          <w:rFonts w:ascii="Corbel" w:hAnsi="Corbel"/>
          <w:i/>
          <w:smallCaps/>
          <w:sz w:val="24"/>
          <w:szCs w:val="24"/>
        </w:rPr>
        <w:t>2022-2027</w:t>
      </w:r>
      <w:r w:rsidR="00851A39">
        <w:rPr>
          <w:rFonts w:ascii="Corbel" w:hAnsi="Corbel"/>
          <w:i/>
          <w:smallCaps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4192003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C0F51">
        <w:rPr>
          <w:rFonts w:ascii="Corbel" w:hAnsi="Corbel"/>
          <w:sz w:val="20"/>
          <w:szCs w:val="20"/>
        </w:rPr>
        <w:t>202</w:t>
      </w:r>
      <w:r w:rsidR="00851A39">
        <w:rPr>
          <w:rFonts w:ascii="Corbel" w:hAnsi="Corbel"/>
          <w:sz w:val="20"/>
          <w:szCs w:val="20"/>
        </w:rPr>
        <w:t>3</w:t>
      </w:r>
      <w:r w:rsidR="00FC0F51">
        <w:rPr>
          <w:rFonts w:ascii="Corbel" w:hAnsi="Corbel"/>
          <w:sz w:val="20"/>
          <w:szCs w:val="20"/>
        </w:rPr>
        <w:t>/202</w:t>
      </w:r>
      <w:r w:rsidR="00851A3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8FD05A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8D527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3E7F9FC1" w14:textId="77777777" w:rsidR="000D1308" w:rsidRPr="00B76321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1308" w:rsidRPr="009C54AE" w14:paraId="0079EEEF" w14:textId="77777777" w:rsidTr="007F05F9">
        <w:tc>
          <w:tcPr>
            <w:tcW w:w="1962" w:type="dxa"/>
            <w:vAlign w:val="center"/>
          </w:tcPr>
          <w:p w14:paraId="0D6639CA" w14:textId="424FB08B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9C90EFD" w:rsidR="000D1308" w:rsidRPr="00E940C0" w:rsidRDefault="007F05F9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721BBCCE" w:rsidR="000D1308" w:rsidRPr="00E940C0" w:rsidRDefault="00C516CA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D1308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0D1308" w:rsidRPr="009C54AE" w14:paraId="08CCAAC0" w14:textId="77777777" w:rsidTr="007F05F9">
        <w:tc>
          <w:tcPr>
            <w:tcW w:w="1962" w:type="dxa"/>
            <w:vAlign w:val="center"/>
          </w:tcPr>
          <w:p w14:paraId="60CFE565" w14:textId="111C63A0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365580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</w:t>
            </w:r>
            <w:r w:rsidR="007F05F9"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49151D0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7F05F9">
        <w:tc>
          <w:tcPr>
            <w:tcW w:w="1962" w:type="dxa"/>
            <w:vAlign w:val="center"/>
          </w:tcPr>
          <w:p w14:paraId="5851FE68" w14:textId="66BFA8E7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311B3C5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4A0861C6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7F05F9">
        <w:tc>
          <w:tcPr>
            <w:tcW w:w="1962" w:type="dxa"/>
            <w:vAlign w:val="center"/>
          </w:tcPr>
          <w:p w14:paraId="68DA2695" w14:textId="686A1038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3C02C72C" w:rsidR="000D1308" w:rsidRPr="00E940C0" w:rsidRDefault="000D1308" w:rsidP="007F05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7F05F9"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6C1C9DD5" w14:textId="4687E0A8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7F05F9">
        <w:tc>
          <w:tcPr>
            <w:tcW w:w="1962" w:type="dxa"/>
            <w:vAlign w:val="center"/>
          </w:tcPr>
          <w:p w14:paraId="40EC32BB" w14:textId="04CC67D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205582EA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319D7AF2" w14:textId="50ACDBD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7F05F9">
        <w:tc>
          <w:tcPr>
            <w:tcW w:w="1962" w:type="dxa"/>
            <w:vAlign w:val="center"/>
          </w:tcPr>
          <w:p w14:paraId="6F6DDB04" w14:textId="39CC922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4781B17" w14:textId="7D49741F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6EB43E1C" w14:textId="3857AA79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7F05F9">
        <w:tc>
          <w:tcPr>
            <w:tcW w:w="1962" w:type="dxa"/>
            <w:vAlign w:val="center"/>
          </w:tcPr>
          <w:p w14:paraId="630AACDC" w14:textId="474D16D3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32C33E16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41E1301D" w14:textId="62125A7F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2D602818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5CEEDADD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24F2853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41CAE26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1F5C52A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33DA895C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61D461F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2BBF2EE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64BEED74" w14:textId="77777777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B3DA913" w14:textId="0BA872CE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2DDE4EAF" w:rsidR="0085747A" w:rsidRPr="00AD76AE" w:rsidRDefault="004E7CB6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 xml:space="preserve">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muzycz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nych dla grupy przedszkolnej  lub  klasy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3517AC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1325FC1A" w:rsidR="0085747A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3517AC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64EA62A4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21FFC41" w14:textId="602AACC4" w:rsidR="00DC49A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4EAA9" w14:textId="77777777" w:rsidR="00FF2774" w:rsidRDefault="00FF2774" w:rsidP="00C16ABF">
      <w:pPr>
        <w:spacing w:after="0" w:line="240" w:lineRule="auto"/>
      </w:pPr>
      <w:r>
        <w:separator/>
      </w:r>
    </w:p>
  </w:endnote>
  <w:endnote w:type="continuationSeparator" w:id="0">
    <w:p w14:paraId="3C8EDD7C" w14:textId="77777777" w:rsidR="00FF2774" w:rsidRDefault="00FF27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4D89A" w14:textId="77777777" w:rsidR="00FF2774" w:rsidRDefault="00FF2774" w:rsidP="00C16ABF">
      <w:pPr>
        <w:spacing w:after="0" w:line="240" w:lineRule="auto"/>
      </w:pPr>
      <w:r>
        <w:separator/>
      </w:r>
    </w:p>
  </w:footnote>
  <w:footnote w:type="continuationSeparator" w:id="0">
    <w:p w14:paraId="58FB5B39" w14:textId="77777777" w:rsidR="00FF2774" w:rsidRDefault="00FF2774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DE"/>
    <w:rsid w:val="00022ECE"/>
    <w:rsid w:val="00034F1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CC7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3905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18F8"/>
    <w:rsid w:val="0030395F"/>
    <w:rsid w:val="00305C92"/>
    <w:rsid w:val="003151C5"/>
    <w:rsid w:val="003343CF"/>
    <w:rsid w:val="00346FE9"/>
    <w:rsid w:val="0034759A"/>
    <w:rsid w:val="003503F6"/>
    <w:rsid w:val="003517AC"/>
    <w:rsid w:val="003530DD"/>
    <w:rsid w:val="00363F78"/>
    <w:rsid w:val="003A0A5B"/>
    <w:rsid w:val="003A1176"/>
    <w:rsid w:val="003A3DA1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8B"/>
    <w:rsid w:val="00746EC8"/>
    <w:rsid w:val="007541D3"/>
    <w:rsid w:val="00763BF1"/>
    <w:rsid w:val="00766FD4"/>
    <w:rsid w:val="00775DBB"/>
    <w:rsid w:val="00776772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05F9"/>
    <w:rsid w:val="007F1652"/>
    <w:rsid w:val="007F4155"/>
    <w:rsid w:val="00814742"/>
    <w:rsid w:val="0081554D"/>
    <w:rsid w:val="0081707E"/>
    <w:rsid w:val="00836BB1"/>
    <w:rsid w:val="008449B3"/>
    <w:rsid w:val="0085052D"/>
    <w:rsid w:val="00851A3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DC"/>
    <w:rsid w:val="008F6E29"/>
    <w:rsid w:val="0091404B"/>
    <w:rsid w:val="00916188"/>
    <w:rsid w:val="00923D7D"/>
    <w:rsid w:val="009508DF"/>
    <w:rsid w:val="00950DAC"/>
    <w:rsid w:val="00954A07"/>
    <w:rsid w:val="00970A8C"/>
    <w:rsid w:val="0099405D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6CA"/>
    <w:rsid w:val="00C56036"/>
    <w:rsid w:val="00C61DC5"/>
    <w:rsid w:val="00C67E92"/>
    <w:rsid w:val="00C70A26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D3B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27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F99FCD5A-9A89-47E9-8E35-AFE24905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42C0-37AC-448F-96BE-E6F6687A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1362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</cp:revision>
  <cp:lastPrinted>2019-02-06T12:12:00Z</cp:lastPrinted>
  <dcterms:created xsi:type="dcterms:W3CDTF">2021-10-19T06:36:00Z</dcterms:created>
  <dcterms:modified xsi:type="dcterms:W3CDTF">2022-03-11T12:44:00Z</dcterms:modified>
</cp:coreProperties>
</file>